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B5029" w14:textId="77777777" w:rsidR="00E474D6" w:rsidRPr="00E474D6" w:rsidRDefault="00E474D6" w:rsidP="00E474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474D6">
        <w:rPr>
          <w:rFonts w:ascii="Times New Roman" w:hAnsi="Times New Roman"/>
          <w:sz w:val="24"/>
          <w:szCs w:val="24"/>
        </w:rPr>
        <w:t>Załącznik nr 1 do zapytania ofertowego</w:t>
      </w:r>
    </w:p>
    <w:p w14:paraId="493F00B9" w14:textId="21EBB5D1" w:rsidR="00E474D6" w:rsidRPr="0086246F" w:rsidRDefault="00670CD8" w:rsidP="00E474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6246F">
        <w:rPr>
          <w:rFonts w:ascii="Times New Roman" w:hAnsi="Times New Roman"/>
          <w:b/>
          <w:bCs/>
          <w:sz w:val="24"/>
          <w:szCs w:val="24"/>
        </w:rPr>
        <w:t>ZP</w:t>
      </w:r>
      <w:r w:rsidR="0086246F" w:rsidRPr="0086246F">
        <w:rPr>
          <w:rFonts w:ascii="Times New Roman" w:hAnsi="Times New Roman"/>
          <w:b/>
          <w:bCs/>
          <w:sz w:val="24"/>
          <w:szCs w:val="24"/>
        </w:rPr>
        <w:t xml:space="preserve">/7/ </w:t>
      </w:r>
      <w:r w:rsidR="00E474D6" w:rsidRPr="0086246F">
        <w:rPr>
          <w:rFonts w:ascii="Times New Roman" w:hAnsi="Times New Roman"/>
          <w:b/>
          <w:bCs/>
          <w:sz w:val="24"/>
          <w:szCs w:val="24"/>
        </w:rPr>
        <w:t>202</w:t>
      </w:r>
      <w:r w:rsidR="00B75F01">
        <w:rPr>
          <w:rFonts w:ascii="Times New Roman" w:hAnsi="Times New Roman"/>
          <w:b/>
          <w:bCs/>
          <w:sz w:val="24"/>
          <w:szCs w:val="24"/>
        </w:rPr>
        <w:t>3</w:t>
      </w:r>
    </w:p>
    <w:p w14:paraId="110B8C28" w14:textId="77777777" w:rsidR="00E474D6" w:rsidRPr="00E474D6" w:rsidRDefault="00E474D6" w:rsidP="00E474D6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14:paraId="49BFA82F" w14:textId="77777777" w:rsidR="00E474D6" w:rsidRPr="00E474D6" w:rsidRDefault="00E474D6" w:rsidP="00E474D6">
      <w:pPr>
        <w:tabs>
          <w:tab w:val="center" w:pos="6804"/>
        </w:tabs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E474D6">
        <w:rPr>
          <w:rFonts w:ascii="Times New Roman" w:eastAsia="Times New Roman" w:hAnsi="Times New Roman"/>
          <w:iCs/>
          <w:sz w:val="24"/>
          <w:szCs w:val="24"/>
          <w:lang w:eastAsia="pl-PL"/>
        </w:rPr>
        <w:tab/>
        <w:t>…………….…………………</w:t>
      </w:r>
    </w:p>
    <w:p w14:paraId="58A3E08D" w14:textId="77777777" w:rsidR="00E474D6" w:rsidRPr="00E474D6" w:rsidRDefault="00E474D6" w:rsidP="00E474D6">
      <w:pPr>
        <w:tabs>
          <w:tab w:val="center" w:pos="6804"/>
        </w:tabs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E474D6">
        <w:rPr>
          <w:rFonts w:ascii="Times New Roman" w:eastAsia="Times New Roman" w:hAnsi="Times New Roman"/>
          <w:iCs/>
          <w:sz w:val="24"/>
          <w:szCs w:val="24"/>
          <w:lang w:eastAsia="pl-PL"/>
        </w:rPr>
        <w:tab/>
        <w:t>(Miejscowość i data)</w:t>
      </w:r>
    </w:p>
    <w:p w14:paraId="21EA5405" w14:textId="77777777" w:rsidR="00E474D6" w:rsidRPr="00E474D6" w:rsidRDefault="00E474D6" w:rsidP="00E474D6">
      <w:pPr>
        <w:tabs>
          <w:tab w:val="center" w:pos="1701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474D6">
        <w:rPr>
          <w:rFonts w:ascii="Times New Roman" w:eastAsia="Times New Roman" w:hAnsi="Times New Roman"/>
          <w:sz w:val="24"/>
          <w:szCs w:val="24"/>
          <w:lang w:eastAsia="pl-PL"/>
        </w:rPr>
        <w:tab/>
        <w:t>…………………………………</w:t>
      </w:r>
    </w:p>
    <w:p w14:paraId="35A612A4" w14:textId="77777777" w:rsidR="00E474D6" w:rsidRPr="00E474D6" w:rsidRDefault="00E474D6" w:rsidP="00E474D6">
      <w:pPr>
        <w:tabs>
          <w:tab w:val="center" w:pos="1701"/>
        </w:tabs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E474D6">
        <w:rPr>
          <w:rFonts w:ascii="Times New Roman" w:eastAsia="Times New Roman" w:hAnsi="Times New Roman"/>
          <w:sz w:val="24"/>
          <w:szCs w:val="24"/>
          <w:lang w:eastAsia="pl-PL"/>
        </w:rPr>
        <w:tab/>
        <w:t>(Pieczęć Wykonawcy)</w:t>
      </w:r>
    </w:p>
    <w:p w14:paraId="3F25FAB7" w14:textId="77777777" w:rsidR="00E474D6" w:rsidRPr="00E474D6" w:rsidRDefault="00E474D6" w:rsidP="00E474D6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pl-PL"/>
        </w:rPr>
      </w:pPr>
    </w:p>
    <w:p w14:paraId="2F100FDB" w14:textId="77777777" w:rsidR="00E474D6" w:rsidRPr="00E474D6" w:rsidRDefault="00E474D6" w:rsidP="00E474D6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pl-PL"/>
        </w:rPr>
      </w:pPr>
    </w:p>
    <w:p w14:paraId="163D0214" w14:textId="77777777" w:rsidR="00E474D6" w:rsidRPr="00E474D6" w:rsidRDefault="00E474D6" w:rsidP="00E474D6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pl-PL"/>
        </w:rPr>
      </w:pPr>
      <w:r w:rsidRPr="00E474D6">
        <w:rPr>
          <w:rFonts w:ascii="Times New Roman" w:eastAsia="Times New Roman" w:hAnsi="Times New Roman"/>
          <w:b/>
          <w:iCs/>
          <w:sz w:val="24"/>
          <w:szCs w:val="24"/>
          <w:lang w:eastAsia="pl-PL"/>
        </w:rPr>
        <w:t>FORMULARZ OFERTOWY</w:t>
      </w:r>
    </w:p>
    <w:p w14:paraId="3D85719D" w14:textId="77777777" w:rsidR="00E474D6" w:rsidRPr="00E474D6" w:rsidRDefault="00E474D6" w:rsidP="00E474D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43645E4A" w14:textId="118B5437" w:rsidR="00E474D6" w:rsidRPr="00E474D6" w:rsidRDefault="00E474D6" w:rsidP="00E474D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474D6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ZAMAWIAJĄCY</w:t>
      </w:r>
      <w:r w:rsidRPr="00E474D6">
        <w:rPr>
          <w:rFonts w:ascii="Times New Roman" w:eastAsia="Times New Roman" w:hAnsi="Times New Roman"/>
          <w:b/>
          <w:sz w:val="24"/>
          <w:szCs w:val="24"/>
          <w:lang w:eastAsia="pl-PL"/>
        </w:rPr>
        <w:t>: Puławski Park Naukowo-Technologiczny Sp. z o.o. , l. Mościckiego 1, 24-110 Puławy</w:t>
      </w:r>
    </w:p>
    <w:p w14:paraId="7C8216F1" w14:textId="77777777" w:rsidR="00E474D6" w:rsidRPr="00E474D6" w:rsidRDefault="00E474D6" w:rsidP="00E474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5B7287E" w14:textId="0B257DA5" w:rsidR="00E474D6" w:rsidRPr="00E474D6" w:rsidRDefault="00E474D6" w:rsidP="0086246F">
      <w:pPr>
        <w:jc w:val="both"/>
        <w:rPr>
          <w:rFonts w:ascii="Times New Roman" w:hAnsi="Times New Roman"/>
          <w:sz w:val="24"/>
          <w:szCs w:val="24"/>
        </w:rPr>
      </w:pPr>
      <w:r w:rsidRPr="00E474D6">
        <w:rPr>
          <w:rFonts w:ascii="Times New Roman" w:hAnsi="Times New Roman"/>
          <w:sz w:val="24"/>
          <w:szCs w:val="24"/>
        </w:rPr>
        <w:t xml:space="preserve">W odpowiedzi na Zapytanie ofertowe nr </w:t>
      </w:r>
      <w:r w:rsidR="00670CD8">
        <w:rPr>
          <w:rFonts w:ascii="Times New Roman" w:hAnsi="Times New Roman"/>
          <w:bCs/>
          <w:sz w:val="24"/>
          <w:szCs w:val="24"/>
        </w:rPr>
        <w:t>ZP</w:t>
      </w:r>
      <w:r w:rsidR="0086246F">
        <w:rPr>
          <w:rFonts w:ascii="Times New Roman" w:hAnsi="Times New Roman"/>
          <w:bCs/>
          <w:sz w:val="24"/>
          <w:szCs w:val="24"/>
        </w:rPr>
        <w:t>/7/202</w:t>
      </w:r>
      <w:r w:rsidR="00B75F01">
        <w:rPr>
          <w:rFonts w:ascii="Times New Roman" w:hAnsi="Times New Roman"/>
          <w:bCs/>
          <w:sz w:val="24"/>
          <w:szCs w:val="24"/>
        </w:rPr>
        <w:t>3</w:t>
      </w:r>
      <w:r w:rsidR="0086246F">
        <w:rPr>
          <w:rFonts w:ascii="Times New Roman" w:hAnsi="Times New Roman"/>
          <w:bCs/>
          <w:sz w:val="24"/>
          <w:szCs w:val="24"/>
        </w:rPr>
        <w:t xml:space="preserve"> </w:t>
      </w:r>
      <w:r w:rsidRPr="00E474D6">
        <w:rPr>
          <w:rFonts w:ascii="Times New Roman" w:hAnsi="Times New Roman"/>
          <w:bCs/>
          <w:sz w:val="24"/>
          <w:szCs w:val="24"/>
        </w:rPr>
        <w:t>prowadzonego pod nazwą</w:t>
      </w:r>
      <w:r w:rsidRPr="00E474D6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Hlk74310832"/>
      <w:r w:rsidR="0086246F" w:rsidRPr="00B649A5">
        <w:rPr>
          <w:rFonts w:asciiTheme="minorHAnsi" w:eastAsia="Open Sans" w:hAnsiTheme="minorHAnsi" w:cstheme="minorHAnsi"/>
          <w:b/>
          <w:bCs/>
          <w:sz w:val="24"/>
          <w:szCs w:val="24"/>
        </w:rPr>
        <w:t xml:space="preserve">„Organizacji wydarzenia Demo Day odbywającego się hybrydowo – stacjonarnie </w:t>
      </w:r>
      <w:r w:rsidR="0086246F" w:rsidRPr="00B649A5">
        <w:rPr>
          <w:rFonts w:asciiTheme="minorHAnsi" w:hAnsiTheme="minorHAnsi" w:cstheme="minorHAnsi"/>
          <w:b/>
          <w:bCs/>
          <w:sz w:val="24"/>
          <w:szCs w:val="24"/>
        </w:rPr>
        <w:t>(Wydłużenie Czasu realizacji Projektu</w:t>
      </w:r>
      <w:r w:rsidR="00B75F01">
        <w:rPr>
          <w:rFonts w:asciiTheme="minorHAnsi" w:hAnsiTheme="minorHAnsi" w:cstheme="minorHAnsi"/>
          <w:b/>
          <w:bCs/>
          <w:sz w:val="24"/>
          <w:szCs w:val="24"/>
        </w:rPr>
        <w:t xml:space="preserve"> 2023</w:t>
      </w:r>
      <w:r w:rsidR="0086246F" w:rsidRPr="00B649A5">
        <w:rPr>
          <w:rFonts w:asciiTheme="minorHAnsi" w:hAnsiTheme="minorHAnsi" w:cstheme="minorHAnsi"/>
          <w:b/>
          <w:bCs/>
          <w:sz w:val="24"/>
          <w:szCs w:val="24"/>
        </w:rPr>
        <w:t>)”</w:t>
      </w:r>
      <w:r w:rsidR="0086246F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bookmarkEnd w:id="0"/>
      <w:r w:rsidRPr="00E474D6">
        <w:rPr>
          <w:rFonts w:ascii="Times New Roman" w:hAnsi="Times New Roman"/>
          <w:sz w:val="24"/>
          <w:szCs w:val="24"/>
        </w:rPr>
        <w:t>w ramach realizacji projektu Platforma Startowa „Wschodni Akcelerator Biznesu”:</w:t>
      </w:r>
    </w:p>
    <w:p w14:paraId="56DB05B1" w14:textId="77777777" w:rsidR="00E474D6" w:rsidRPr="00E474D6" w:rsidRDefault="00E474D6" w:rsidP="00E474D6">
      <w:pPr>
        <w:jc w:val="both"/>
        <w:rPr>
          <w:rFonts w:ascii="Times New Roman" w:hAnsi="Times New Roman"/>
          <w:sz w:val="24"/>
          <w:szCs w:val="24"/>
        </w:rPr>
      </w:pPr>
      <w:r w:rsidRPr="00E474D6">
        <w:rPr>
          <w:rFonts w:ascii="Times New Roman" w:hAnsi="Times New Roman"/>
          <w:sz w:val="24"/>
          <w:szCs w:val="24"/>
        </w:rPr>
        <w:t xml:space="preserve">My niżej podpisani: </w:t>
      </w:r>
    </w:p>
    <w:p w14:paraId="2B763ABB" w14:textId="77777777" w:rsidR="00E474D6" w:rsidRPr="00E474D6" w:rsidRDefault="00E474D6" w:rsidP="00E474D6">
      <w:pPr>
        <w:rPr>
          <w:rFonts w:ascii="Times New Roman" w:hAnsi="Times New Roman"/>
          <w:sz w:val="24"/>
          <w:szCs w:val="24"/>
        </w:rPr>
      </w:pPr>
      <w:r w:rsidRPr="00E474D6">
        <w:rPr>
          <w:rFonts w:ascii="Times New Roman" w:hAnsi="Times New Roman"/>
          <w:sz w:val="24"/>
          <w:szCs w:val="24"/>
        </w:rPr>
        <w:t>……………………………………………………………….………….....................................</w:t>
      </w:r>
    </w:p>
    <w:p w14:paraId="71B7F332" w14:textId="77777777" w:rsidR="00E474D6" w:rsidRPr="00E474D6" w:rsidRDefault="00E474D6" w:rsidP="00E474D6">
      <w:pPr>
        <w:rPr>
          <w:rFonts w:ascii="Times New Roman" w:hAnsi="Times New Roman"/>
          <w:sz w:val="24"/>
          <w:szCs w:val="24"/>
        </w:rPr>
      </w:pPr>
      <w:r w:rsidRPr="00E474D6">
        <w:rPr>
          <w:rFonts w:ascii="Times New Roman" w:hAnsi="Times New Roman"/>
          <w:sz w:val="24"/>
          <w:szCs w:val="24"/>
        </w:rPr>
        <w:t>……………………………………………………………….………….....................................</w:t>
      </w:r>
    </w:p>
    <w:p w14:paraId="38F9A825" w14:textId="77777777" w:rsidR="00E474D6" w:rsidRPr="00E474D6" w:rsidRDefault="00E474D6" w:rsidP="00E474D6">
      <w:pPr>
        <w:jc w:val="both"/>
        <w:rPr>
          <w:rFonts w:ascii="Times New Roman" w:hAnsi="Times New Roman"/>
          <w:sz w:val="24"/>
          <w:szCs w:val="24"/>
        </w:rPr>
      </w:pPr>
      <w:r w:rsidRPr="00E474D6">
        <w:rPr>
          <w:rFonts w:ascii="Times New Roman" w:hAnsi="Times New Roman"/>
          <w:sz w:val="24"/>
          <w:szCs w:val="24"/>
        </w:rPr>
        <w:t>działający w imieniu i na rzecz Wykonawcy:</w:t>
      </w:r>
    </w:p>
    <w:p w14:paraId="5CB46B55" w14:textId="77777777" w:rsidR="00E474D6" w:rsidRPr="00E474D6" w:rsidRDefault="00E474D6" w:rsidP="00E474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0867832" w14:textId="77777777" w:rsidR="00E474D6" w:rsidRPr="00E474D6" w:rsidRDefault="00E474D6" w:rsidP="00E474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474D6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11BDC140" w14:textId="77777777" w:rsidR="00E474D6" w:rsidRPr="00E474D6" w:rsidRDefault="00E474D6" w:rsidP="00E474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E474D6">
        <w:rPr>
          <w:rFonts w:ascii="Times New Roman" w:eastAsia="Times New Roman" w:hAnsi="Times New Roman"/>
          <w:sz w:val="24"/>
          <w:szCs w:val="24"/>
          <w:lang w:eastAsia="pl-PL"/>
        </w:rPr>
        <w:t>(nazwa Wykonawcy)</w:t>
      </w:r>
    </w:p>
    <w:p w14:paraId="37AB78BC" w14:textId="77777777" w:rsidR="00E474D6" w:rsidRPr="00E474D6" w:rsidRDefault="00E474D6" w:rsidP="00E474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8439EE3" w14:textId="77777777" w:rsidR="00E474D6" w:rsidRPr="00E474D6" w:rsidRDefault="00E474D6" w:rsidP="00E474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474D6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65333517" w14:textId="77777777" w:rsidR="00E474D6" w:rsidRPr="00E474D6" w:rsidRDefault="00E474D6" w:rsidP="00E474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E474D6">
        <w:rPr>
          <w:rFonts w:ascii="Times New Roman" w:eastAsia="Times New Roman" w:hAnsi="Times New Roman"/>
          <w:sz w:val="24"/>
          <w:szCs w:val="24"/>
          <w:lang w:eastAsia="pl-PL"/>
        </w:rPr>
        <w:t>(adres Wykonawcy)</w:t>
      </w:r>
    </w:p>
    <w:p w14:paraId="7888B042" w14:textId="77777777" w:rsidR="00E474D6" w:rsidRPr="00E474D6" w:rsidRDefault="00E474D6" w:rsidP="00E474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EDECC50" w14:textId="77777777" w:rsidR="00E474D6" w:rsidRPr="00E474D6" w:rsidRDefault="00E474D6" w:rsidP="00E474D6">
      <w:pPr>
        <w:tabs>
          <w:tab w:val="left" w:pos="453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474D6">
        <w:rPr>
          <w:rFonts w:ascii="Times New Roman" w:eastAsia="Times New Roman" w:hAnsi="Times New Roman"/>
          <w:sz w:val="24"/>
          <w:szCs w:val="24"/>
          <w:lang w:eastAsia="pl-PL"/>
        </w:rPr>
        <w:t xml:space="preserve">NIP ………………………...………… </w:t>
      </w:r>
      <w:r w:rsidRPr="00E474D6">
        <w:rPr>
          <w:rFonts w:ascii="Times New Roman" w:eastAsia="Times New Roman" w:hAnsi="Times New Roman"/>
          <w:sz w:val="24"/>
          <w:szCs w:val="24"/>
          <w:lang w:eastAsia="pl-PL"/>
        </w:rPr>
        <w:tab/>
        <w:t>Regon ………………....….…………………</w:t>
      </w:r>
    </w:p>
    <w:p w14:paraId="3450E81D" w14:textId="77777777" w:rsidR="00E474D6" w:rsidRPr="00E474D6" w:rsidRDefault="00E474D6" w:rsidP="00E474D6">
      <w:pPr>
        <w:tabs>
          <w:tab w:val="left" w:pos="453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EE56C37" w14:textId="77777777" w:rsidR="00E474D6" w:rsidRPr="00E474D6" w:rsidRDefault="00E474D6" w:rsidP="00E474D6">
      <w:pPr>
        <w:tabs>
          <w:tab w:val="left" w:pos="453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474D6">
        <w:rPr>
          <w:rFonts w:ascii="Times New Roman" w:eastAsia="Times New Roman" w:hAnsi="Times New Roman"/>
          <w:sz w:val="24"/>
          <w:szCs w:val="24"/>
          <w:lang w:eastAsia="pl-PL"/>
        </w:rPr>
        <w:t xml:space="preserve">Nr telefonu ………………………....... </w:t>
      </w:r>
      <w:r w:rsidRPr="00E474D6">
        <w:rPr>
          <w:rFonts w:ascii="Times New Roman" w:eastAsia="Times New Roman" w:hAnsi="Times New Roman"/>
          <w:sz w:val="24"/>
          <w:szCs w:val="24"/>
          <w:lang w:eastAsia="pl-PL"/>
        </w:rPr>
        <w:tab/>
        <w:t>nr faksu ………..………….………..………..</w:t>
      </w:r>
    </w:p>
    <w:p w14:paraId="62753EFD" w14:textId="77777777" w:rsidR="00E474D6" w:rsidRPr="00E474D6" w:rsidRDefault="00E474D6" w:rsidP="00E474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6FE54EA" w14:textId="77777777" w:rsidR="00E474D6" w:rsidRPr="00E474D6" w:rsidRDefault="00E474D6" w:rsidP="00E474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474D6">
        <w:rPr>
          <w:rFonts w:ascii="Times New Roman" w:eastAsia="Times New Roman" w:hAnsi="Times New Roman"/>
          <w:sz w:val="24"/>
          <w:szCs w:val="24"/>
          <w:lang w:eastAsia="pl-PL"/>
        </w:rPr>
        <w:t>E-mail ………………………………………….……………</w:t>
      </w:r>
    </w:p>
    <w:p w14:paraId="260C6927" w14:textId="77777777" w:rsidR="00E474D6" w:rsidRPr="00E474D6" w:rsidRDefault="00E474D6" w:rsidP="00E474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52AD655" w14:textId="77777777" w:rsidR="00E474D6" w:rsidRPr="00E474D6" w:rsidRDefault="00E474D6" w:rsidP="00E474D6">
      <w:pPr>
        <w:pStyle w:val="Akapitzlist"/>
        <w:numPr>
          <w:ilvl w:val="3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74D6">
        <w:rPr>
          <w:rFonts w:ascii="Times New Roman" w:hAnsi="Times New Roman" w:cs="Times New Roman"/>
          <w:sz w:val="24"/>
          <w:szCs w:val="24"/>
        </w:rPr>
        <w:t>Oferujemy realizację zamówienia zgodnie z wszystkimi postanowieniami Zapytania ofertowego oraz wzoru umowy, za cenę:</w:t>
      </w:r>
    </w:p>
    <w:p w14:paraId="176D5A91" w14:textId="77777777" w:rsidR="00E474D6" w:rsidRPr="00E474D6" w:rsidRDefault="00E474D6" w:rsidP="00E474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9381E6D" w14:textId="77777777" w:rsidR="00E474D6" w:rsidRPr="00E474D6" w:rsidRDefault="00E474D6" w:rsidP="00E474D6">
      <w:pPr>
        <w:pStyle w:val="Akapitzlist"/>
        <w:numPr>
          <w:ilvl w:val="0"/>
          <w:numId w:val="7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4D6">
        <w:rPr>
          <w:rFonts w:ascii="Times New Roman" w:hAnsi="Times New Roman" w:cs="Times New Roman"/>
          <w:sz w:val="24"/>
          <w:szCs w:val="24"/>
        </w:rPr>
        <w:t>NETTO ……………………………….……………………… (słownie: ……………</w:t>
      </w:r>
    </w:p>
    <w:p w14:paraId="58F42CD0" w14:textId="77777777" w:rsidR="00E474D6" w:rsidRPr="00E474D6" w:rsidRDefault="00E474D6" w:rsidP="00E474D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A681303" w14:textId="77777777" w:rsidR="00E474D6" w:rsidRPr="00E474D6" w:rsidRDefault="00E474D6" w:rsidP="00E474D6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474D6">
        <w:rPr>
          <w:rFonts w:ascii="Times New Roman" w:hAnsi="Times New Roman"/>
          <w:sz w:val="24"/>
          <w:szCs w:val="24"/>
        </w:rPr>
        <w:lastRenderedPageBreak/>
        <w:t>…………………………………………………………………………………………..)</w:t>
      </w:r>
    </w:p>
    <w:p w14:paraId="75AE1FB2" w14:textId="77777777" w:rsidR="00E474D6" w:rsidRPr="00E474D6" w:rsidRDefault="00E474D6" w:rsidP="00E474D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402E60D" w14:textId="77777777" w:rsidR="00E474D6" w:rsidRPr="00E474D6" w:rsidRDefault="00E474D6" w:rsidP="00E474D6">
      <w:pPr>
        <w:pStyle w:val="Akapitzlist"/>
        <w:numPr>
          <w:ilvl w:val="0"/>
          <w:numId w:val="7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4D6">
        <w:rPr>
          <w:rFonts w:ascii="Times New Roman" w:hAnsi="Times New Roman" w:cs="Times New Roman"/>
          <w:sz w:val="24"/>
          <w:szCs w:val="24"/>
        </w:rPr>
        <w:t>PODATEK VAT (…..…%) - ………………………………………………,</w:t>
      </w:r>
    </w:p>
    <w:p w14:paraId="6E405A42" w14:textId="77777777" w:rsidR="00E474D6" w:rsidRPr="00E474D6" w:rsidRDefault="00E474D6" w:rsidP="00E474D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5D39881" w14:textId="77777777" w:rsidR="00E474D6" w:rsidRPr="00E474D6" w:rsidRDefault="00E474D6" w:rsidP="00E474D6">
      <w:pPr>
        <w:pStyle w:val="Akapitzlist"/>
        <w:numPr>
          <w:ilvl w:val="0"/>
          <w:numId w:val="7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4D6">
        <w:rPr>
          <w:rFonts w:ascii="Times New Roman" w:hAnsi="Times New Roman" w:cs="Times New Roman"/>
          <w:sz w:val="24"/>
          <w:szCs w:val="24"/>
        </w:rPr>
        <w:t>BRUTTO: ………………………………… (słownie: …………….………………</w:t>
      </w:r>
    </w:p>
    <w:p w14:paraId="118E5087" w14:textId="77777777" w:rsidR="00E474D6" w:rsidRPr="00E474D6" w:rsidRDefault="00E474D6" w:rsidP="00E474D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BB3FF58" w14:textId="77777777" w:rsidR="00E474D6" w:rsidRPr="00E474D6" w:rsidRDefault="00E474D6" w:rsidP="00E474D6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74D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………………………………………………………………………………….….…)</w:t>
      </w:r>
    </w:p>
    <w:p w14:paraId="6357A490" w14:textId="77777777" w:rsidR="00E474D6" w:rsidRPr="00E474D6" w:rsidRDefault="00E474D6" w:rsidP="00E474D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4512119" w14:textId="77777777" w:rsidR="00E474D6" w:rsidRPr="00E474D6" w:rsidRDefault="00E474D6" w:rsidP="00E474D6">
      <w:pPr>
        <w:pStyle w:val="Akapitzlist"/>
        <w:numPr>
          <w:ilvl w:val="3"/>
          <w:numId w:val="6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4D6">
        <w:rPr>
          <w:rFonts w:ascii="Times New Roman" w:hAnsi="Times New Roman" w:cs="Times New Roman"/>
          <w:sz w:val="24"/>
          <w:szCs w:val="24"/>
        </w:rPr>
        <w:t>Zapoznaliśmy się z Zapytaniem ofertowym oraz jego załącznikami, nie wnosimy do ich treści zastrzeżeń i uznajemy się za związanych określonymi w niej postanowieniami i zasadami postępowania.</w:t>
      </w:r>
    </w:p>
    <w:p w14:paraId="276F8E6E" w14:textId="77777777" w:rsidR="00E474D6" w:rsidRPr="00E474D6" w:rsidRDefault="00E474D6" w:rsidP="00E474D6">
      <w:pPr>
        <w:pStyle w:val="Akapitzlist"/>
        <w:numPr>
          <w:ilvl w:val="3"/>
          <w:numId w:val="6"/>
        </w:numPr>
        <w:spacing w:after="0" w:line="259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74D6">
        <w:rPr>
          <w:rFonts w:ascii="Times New Roman" w:hAnsi="Times New Roman" w:cs="Times New Roman"/>
          <w:color w:val="000000" w:themeColor="text1"/>
          <w:sz w:val="24"/>
          <w:szCs w:val="24"/>
        </w:rPr>
        <w:t>Oświadczamy, że zapoznaliśmy się z postanowieniami umowy, która stanowi załącznik do Zapytania ofertowego oraz zobowiązujemy się w przypadku wyboru naszej oferty do zawarcia umowy na określonych w niej warunkach, w miejscu i terminie wyznaczonym przez Zamawiającego.</w:t>
      </w:r>
    </w:p>
    <w:p w14:paraId="7DB7DD56" w14:textId="77777777" w:rsidR="00E474D6" w:rsidRPr="00E474D6" w:rsidRDefault="00E474D6" w:rsidP="00E474D6">
      <w:pPr>
        <w:pStyle w:val="Akapitzlist"/>
        <w:numPr>
          <w:ilvl w:val="3"/>
          <w:numId w:val="6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4D6">
        <w:rPr>
          <w:rFonts w:ascii="Times New Roman" w:hAnsi="Times New Roman" w:cs="Times New Roman"/>
          <w:sz w:val="24"/>
          <w:szCs w:val="24"/>
        </w:rPr>
        <w:t>Uważamy się za związanych niniejszą ofertą przez okres wskazany w Zapytaniu ofertowym.</w:t>
      </w:r>
    </w:p>
    <w:p w14:paraId="11B3221C" w14:textId="77777777" w:rsidR="00E474D6" w:rsidRPr="00E474D6" w:rsidRDefault="00E474D6" w:rsidP="00E474D6">
      <w:pPr>
        <w:pStyle w:val="Akapitzlist"/>
        <w:numPr>
          <w:ilvl w:val="3"/>
          <w:numId w:val="6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4D6">
        <w:rPr>
          <w:rFonts w:ascii="Times New Roman" w:hAnsi="Times New Roman" w:cs="Times New Roman"/>
          <w:sz w:val="24"/>
          <w:szCs w:val="24"/>
        </w:rPr>
        <w:t>Oświadczamy, że przedmiot oferty jest zgodny z zapisami w zapytaniu ofertowym.</w:t>
      </w:r>
    </w:p>
    <w:p w14:paraId="20303503" w14:textId="292A8A4A" w:rsidR="00E474D6" w:rsidRPr="0086246F" w:rsidRDefault="00E474D6" w:rsidP="00E474D6">
      <w:pPr>
        <w:pStyle w:val="Akapitzlist"/>
        <w:numPr>
          <w:ilvl w:val="3"/>
          <w:numId w:val="6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4D6">
        <w:rPr>
          <w:rFonts w:ascii="Times New Roman" w:eastAsiaTheme="minorHAnsi" w:hAnsi="Times New Roman" w:cs="Times New Roman"/>
          <w:sz w:val="24"/>
          <w:szCs w:val="24"/>
        </w:rPr>
        <w:t>Oświadczam, że wszystkie informacje podane w ofercie są aktualne i zgodne z prawdą oraz zostały przedstawione z pełną świadomością konsekwencji wprowadzenia Zamawiającego w błąd przy przedstawianiu informacji.</w:t>
      </w:r>
    </w:p>
    <w:p w14:paraId="6007F739" w14:textId="4835BF48" w:rsidR="0086246F" w:rsidRPr="0086246F" w:rsidRDefault="0086246F" w:rsidP="00E474D6">
      <w:pPr>
        <w:pStyle w:val="Akapitzlist"/>
        <w:numPr>
          <w:ilvl w:val="3"/>
          <w:numId w:val="6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Nr konta bankowego na który należy zwrócić wadium:</w:t>
      </w:r>
    </w:p>
    <w:p w14:paraId="50F7FC5B" w14:textId="31080C37" w:rsidR="0086246F" w:rsidRPr="00E474D6" w:rsidRDefault="0086246F" w:rsidP="0086246F">
      <w:pPr>
        <w:pStyle w:val="Akapitzlist"/>
        <w:spacing w:after="0" w:line="259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14:paraId="746E6757" w14:textId="77777777" w:rsidR="00E474D6" w:rsidRPr="00E474D6" w:rsidRDefault="00E474D6" w:rsidP="00E474D6">
      <w:pPr>
        <w:pStyle w:val="Akapitzlist"/>
        <w:numPr>
          <w:ilvl w:val="3"/>
          <w:numId w:val="6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4D6">
        <w:rPr>
          <w:rFonts w:ascii="Times New Roman" w:hAnsi="Times New Roman" w:cs="Times New Roman"/>
          <w:sz w:val="24"/>
          <w:szCs w:val="24"/>
        </w:rPr>
        <w:t>Załącznikami do niniejszej oferty, stanowiącymi jej integralną część są:</w:t>
      </w:r>
    </w:p>
    <w:p w14:paraId="4A7F57BC" w14:textId="77777777" w:rsidR="00E474D6" w:rsidRPr="00E474D6" w:rsidRDefault="00E474D6" w:rsidP="00E474D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255AD21" w14:textId="77777777" w:rsidR="00E474D6" w:rsidRPr="00E474D6" w:rsidRDefault="00E474D6" w:rsidP="00E474D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474D6">
        <w:rPr>
          <w:rFonts w:ascii="Times New Roman" w:hAnsi="Times New Roman"/>
          <w:sz w:val="24"/>
          <w:szCs w:val="24"/>
        </w:rPr>
        <w:t>1)</w:t>
      </w:r>
      <w:r w:rsidRPr="00E474D6">
        <w:rPr>
          <w:rFonts w:ascii="Times New Roman" w:hAnsi="Times New Roman"/>
          <w:sz w:val="24"/>
          <w:szCs w:val="24"/>
        </w:rPr>
        <w:tab/>
        <w:t>.............................................................................................</w:t>
      </w:r>
    </w:p>
    <w:p w14:paraId="7BDF78B1" w14:textId="77777777" w:rsidR="00E474D6" w:rsidRPr="00E474D6" w:rsidRDefault="00E474D6" w:rsidP="00E474D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474D6">
        <w:rPr>
          <w:rFonts w:ascii="Times New Roman" w:hAnsi="Times New Roman"/>
          <w:sz w:val="24"/>
          <w:szCs w:val="24"/>
        </w:rPr>
        <w:t>2)</w:t>
      </w:r>
      <w:r w:rsidRPr="00E474D6">
        <w:rPr>
          <w:rFonts w:ascii="Times New Roman" w:hAnsi="Times New Roman"/>
          <w:sz w:val="24"/>
          <w:szCs w:val="24"/>
        </w:rPr>
        <w:tab/>
        <w:t>.............................................................................................</w:t>
      </w:r>
    </w:p>
    <w:p w14:paraId="472616DC" w14:textId="77777777" w:rsidR="00E474D6" w:rsidRPr="00E474D6" w:rsidRDefault="00E474D6" w:rsidP="00E474D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474D6">
        <w:rPr>
          <w:rFonts w:ascii="Times New Roman" w:hAnsi="Times New Roman"/>
          <w:sz w:val="24"/>
          <w:szCs w:val="24"/>
        </w:rPr>
        <w:t>3)</w:t>
      </w:r>
      <w:r w:rsidRPr="00E474D6">
        <w:rPr>
          <w:rFonts w:ascii="Times New Roman" w:hAnsi="Times New Roman"/>
          <w:sz w:val="24"/>
          <w:szCs w:val="24"/>
        </w:rPr>
        <w:tab/>
        <w:t>.............................................................................................</w:t>
      </w:r>
    </w:p>
    <w:p w14:paraId="2E7B6C2F" w14:textId="77777777" w:rsidR="00E474D6" w:rsidRPr="00E474D6" w:rsidRDefault="00E474D6" w:rsidP="00E474D6">
      <w:pPr>
        <w:rPr>
          <w:rFonts w:ascii="Times New Roman" w:hAnsi="Times New Roman"/>
          <w:sz w:val="24"/>
          <w:szCs w:val="24"/>
        </w:rPr>
      </w:pPr>
    </w:p>
    <w:p w14:paraId="4FF21154" w14:textId="77777777" w:rsidR="00E474D6" w:rsidRPr="00E474D6" w:rsidRDefault="00E474D6" w:rsidP="00E474D6">
      <w:pPr>
        <w:shd w:val="clear" w:color="auto" w:fill="FFFFFF"/>
        <w:tabs>
          <w:tab w:val="center" w:pos="68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474D6">
        <w:rPr>
          <w:rFonts w:ascii="Times New Roman" w:eastAsia="Times New Roman" w:hAnsi="Times New Roman"/>
          <w:sz w:val="24"/>
          <w:szCs w:val="24"/>
          <w:lang w:eastAsia="pl-PL"/>
        </w:rPr>
        <w:tab/>
        <w:t>..………………………………………………</w:t>
      </w:r>
    </w:p>
    <w:p w14:paraId="148F9D95" w14:textId="30F719AA" w:rsidR="00E474D6" w:rsidRDefault="00E474D6" w:rsidP="00E474D6">
      <w:pPr>
        <w:shd w:val="clear" w:color="auto" w:fill="FFFFFF"/>
        <w:tabs>
          <w:tab w:val="center" w:pos="68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474D6">
        <w:rPr>
          <w:rFonts w:ascii="Times New Roman" w:eastAsia="Times New Roman" w:hAnsi="Times New Roman"/>
          <w:sz w:val="24"/>
          <w:szCs w:val="24"/>
          <w:lang w:eastAsia="pl-PL"/>
        </w:rPr>
        <w:tab/>
        <w:t>Podpis osoby uprawnionej</w:t>
      </w:r>
    </w:p>
    <w:p w14:paraId="560405AA" w14:textId="77777777" w:rsidR="0086246F" w:rsidRPr="00B649A5" w:rsidRDefault="0086246F" w:rsidP="0086246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Cs/>
        </w:rPr>
      </w:pPr>
      <w:r w:rsidRPr="00B649A5">
        <w:rPr>
          <w:rFonts w:asciiTheme="minorHAnsi" w:hAnsiTheme="minorHAnsi" w:cstheme="minorHAnsi"/>
          <w:bCs/>
          <w:lang w:val="pl"/>
        </w:rPr>
        <w:t>Na ofertę składa się:</w:t>
      </w:r>
    </w:p>
    <w:p w14:paraId="735A3E5F" w14:textId="77777777" w:rsidR="0086246F" w:rsidRPr="00B649A5" w:rsidRDefault="0086246F" w:rsidP="0086246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Cs/>
        </w:rPr>
      </w:pPr>
      <w:r w:rsidRPr="00B649A5">
        <w:rPr>
          <w:rFonts w:asciiTheme="minorHAnsi" w:hAnsiTheme="minorHAnsi" w:cstheme="minorHAnsi"/>
          <w:bCs/>
          <w:lang w:val="pl"/>
        </w:rPr>
        <w:t>Formularz ofertowy.</w:t>
      </w:r>
    </w:p>
    <w:p w14:paraId="6817A6C3" w14:textId="77777777" w:rsidR="0086246F" w:rsidRPr="00B649A5" w:rsidRDefault="0086246F" w:rsidP="0086246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Cs/>
        </w:rPr>
      </w:pPr>
      <w:r w:rsidRPr="00B649A5">
        <w:rPr>
          <w:rFonts w:asciiTheme="minorHAnsi" w:hAnsiTheme="minorHAnsi" w:cstheme="minorHAnsi"/>
          <w:lang w:val="pl"/>
        </w:rPr>
        <w:t>Oświadczenie o spełnianiu warunków udziału w postępowaniu.</w:t>
      </w:r>
    </w:p>
    <w:p w14:paraId="6E65888A" w14:textId="77777777" w:rsidR="0086246F" w:rsidRPr="00B649A5" w:rsidRDefault="0086246F" w:rsidP="0086246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Cs/>
        </w:rPr>
      </w:pPr>
      <w:r w:rsidRPr="00B649A5">
        <w:rPr>
          <w:rFonts w:asciiTheme="minorHAnsi" w:hAnsiTheme="minorHAnsi" w:cstheme="minorHAnsi"/>
          <w:lang w:val="pl"/>
        </w:rPr>
        <w:t>Oświadczenie o braku powiązań osobowych lub kapitałowych.</w:t>
      </w:r>
    </w:p>
    <w:p w14:paraId="12A0654E" w14:textId="1B5BC953" w:rsidR="0086246F" w:rsidRPr="0086246F" w:rsidRDefault="0086246F" w:rsidP="00E474D6">
      <w:pPr>
        <w:pStyle w:val="Akapitzlist"/>
        <w:numPr>
          <w:ilvl w:val="0"/>
          <w:numId w:val="9"/>
        </w:numPr>
        <w:shd w:val="clear" w:color="auto" w:fill="FFFFFF"/>
        <w:tabs>
          <w:tab w:val="center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6246F">
        <w:rPr>
          <w:rFonts w:asciiTheme="minorHAnsi" w:hAnsiTheme="minorHAnsi" w:cstheme="minorHAnsi"/>
          <w:b/>
          <w:bCs/>
        </w:rPr>
        <w:t xml:space="preserve">Koncepcja grafiki dynamicznej dostarczona przez Wykonawcę na pendrive lub płyta CD lub w postaci linku do niepublicznego filmu w serwisie Youtube. </w:t>
      </w:r>
    </w:p>
    <w:p w14:paraId="635BE0C1" w14:textId="77777777" w:rsidR="0086246F" w:rsidRPr="0086246F" w:rsidRDefault="0086246F" w:rsidP="0086246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p w14:paraId="649D1D57" w14:textId="56CA37DC" w:rsidR="00D5570A" w:rsidRPr="0086246F" w:rsidRDefault="0086246F" w:rsidP="0086246F">
      <w:pPr>
        <w:ind w:left="360"/>
        <w:rPr>
          <w:rFonts w:ascii="Times New Roman" w:hAnsi="Times New Roman"/>
          <w:sz w:val="24"/>
          <w:szCs w:val="24"/>
        </w:rPr>
      </w:pPr>
      <w:r w:rsidRPr="0086246F">
        <w:rPr>
          <w:rFonts w:asciiTheme="minorHAnsi" w:hAnsiTheme="minorHAnsi" w:cstheme="minorHAnsi"/>
          <w:b/>
          <w:bCs/>
          <w:u w:val="single"/>
        </w:rPr>
        <w:t>Brak grafiki dynamicznej powoduje odrzucenie oferty Wykonawcy.</w:t>
      </w:r>
    </w:p>
    <w:sectPr w:rsidR="00D5570A" w:rsidRPr="0086246F" w:rsidSect="00BE30DC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0B1FA" w14:textId="77777777" w:rsidR="00606C35" w:rsidRDefault="00606C35" w:rsidP="00F2207A">
      <w:pPr>
        <w:spacing w:after="0" w:line="240" w:lineRule="auto"/>
      </w:pPr>
      <w:r>
        <w:separator/>
      </w:r>
    </w:p>
  </w:endnote>
  <w:endnote w:type="continuationSeparator" w:id="0">
    <w:p w14:paraId="1037CDA0" w14:textId="77777777" w:rsidR="00606C35" w:rsidRDefault="00606C35" w:rsidP="00F22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944A5" w14:textId="77777777" w:rsidR="00D5570A" w:rsidRDefault="00D5570A" w:rsidP="00F2207A">
    <w:pPr>
      <w:pStyle w:val="Stopka"/>
      <w:tabs>
        <w:tab w:val="clear" w:pos="9072"/>
      </w:tabs>
      <w:ind w:left="-1417" w:right="-1417"/>
      <w:jc w:val="center"/>
    </w:pPr>
  </w:p>
  <w:p w14:paraId="74CB14D4" w14:textId="77777777" w:rsidR="00F2207A" w:rsidRDefault="00F2207A" w:rsidP="00F2207A">
    <w:pPr>
      <w:pStyle w:val="Stopka"/>
      <w:tabs>
        <w:tab w:val="clear" w:pos="9072"/>
      </w:tabs>
      <w:ind w:left="-1417" w:right="-1417"/>
      <w:jc w:val="center"/>
    </w:pPr>
    <w:r>
      <w:rPr>
        <w:noProof/>
        <w:lang w:eastAsia="pl-PL"/>
      </w:rPr>
      <w:drawing>
        <wp:inline distT="0" distB="0" distL="0" distR="0" wp14:anchorId="44ECFAEA" wp14:editId="5262C2FD">
          <wp:extent cx="6765131" cy="520739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6271" cy="549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52323" w14:textId="77777777" w:rsidR="00606C35" w:rsidRDefault="00606C35" w:rsidP="00F2207A">
      <w:pPr>
        <w:spacing w:after="0" w:line="240" w:lineRule="auto"/>
      </w:pPr>
      <w:r>
        <w:separator/>
      </w:r>
    </w:p>
  </w:footnote>
  <w:footnote w:type="continuationSeparator" w:id="0">
    <w:p w14:paraId="5A25C5B8" w14:textId="77777777" w:rsidR="00606C35" w:rsidRDefault="00606C35" w:rsidP="00F22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FF053" w14:textId="77777777" w:rsidR="00F2207A" w:rsidRDefault="00000000" w:rsidP="00F2207A">
    <w:pPr>
      <w:pStyle w:val="Nagwek"/>
      <w:tabs>
        <w:tab w:val="clear" w:pos="9072"/>
      </w:tabs>
      <w:ind w:left="-1417" w:right="-1417"/>
      <w:jc w:val="center"/>
    </w:pPr>
    <w:sdt>
      <w:sdtPr>
        <w:id w:val="702130188"/>
        <w:docPartObj>
          <w:docPartGallery w:val="Page Numbers (Margins)"/>
          <w:docPartUnique/>
        </w:docPartObj>
      </w:sdtPr>
      <w:sdtContent>
        <w:r w:rsidR="00D5570A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562985E" wp14:editId="227C21D8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DF57E6" w14:textId="77777777" w:rsidR="00D5570A" w:rsidRDefault="00D5570A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separate"/>
                              </w:r>
                              <w:r w:rsidR="00670CD8" w:rsidRPr="00670CD8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562985E" id="Prostokąt 1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31DF57E6" w14:textId="77777777" w:rsidR="00D5570A" w:rsidRDefault="00D5570A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separate"/>
                        </w:r>
                        <w:r w:rsidR="00670CD8" w:rsidRPr="00670CD8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2207A">
      <w:rPr>
        <w:noProof/>
        <w:lang w:eastAsia="pl-PL"/>
      </w:rPr>
      <w:drawing>
        <wp:inline distT="0" distB="0" distL="0" distR="0" wp14:anchorId="0F2B3131" wp14:editId="070AD07D">
          <wp:extent cx="6579394" cy="652434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0561" cy="6852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7376B3" w14:textId="77777777" w:rsidR="00F2207A" w:rsidRDefault="00F2207A" w:rsidP="00F2207A">
    <w:pPr>
      <w:pStyle w:val="Nagwek"/>
      <w:tabs>
        <w:tab w:val="clear" w:pos="9072"/>
      </w:tabs>
      <w:ind w:left="-1417" w:right="-1417"/>
      <w:jc w:val="center"/>
    </w:pPr>
  </w:p>
  <w:p w14:paraId="399D5CA3" w14:textId="77777777" w:rsidR="00F2207A" w:rsidRDefault="00F2207A" w:rsidP="00F2207A">
    <w:pPr>
      <w:pStyle w:val="Nagwek"/>
      <w:tabs>
        <w:tab w:val="clear" w:pos="9072"/>
      </w:tabs>
      <w:ind w:left="-1417" w:right="-141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B04D5"/>
    <w:multiLevelType w:val="hybridMultilevel"/>
    <w:tmpl w:val="7B12F454"/>
    <w:lvl w:ilvl="0" w:tplc="A4DACF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E70FA"/>
    <w:multiLevelType w:val="hybridMultilevel"/>
    <w:tmpl w:val="2884C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13762"/>
    <w:multiLevelType w:val="hybridMultilevel"/>
    <w:tmpl w:val="BA34D3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164CC9"/>
    <w:multiLevelType w:val="hybridMultilevel"/>
    <w:tmpl w:val="DC60D80E"/>
    <w:lvl w:ilvl="0" w:tplc="355ED252">
      <w:start w:val="1"/>
      <w:numFmt w:val="decimal"/>
      <w:lvlText w:val="%1."/>
      <w:lvlJc w:val="left"/>
      <w:pPr>
        <w:tabs>
          <w:tab w:val="num" w:pos="397"/>
        </w:tabs>
        <w:ind w:left="454" w:hanging="454"/>
      </w:pPr>
      <w:rPr>
        <w:rFonts w:asciiTheme="minorHAnsi" w:eastAsia="Calibr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7F7C29"/>
    <w:multiLevelType w:val="hybridMultilevel"/>
    <w:tmpl w:val="7B12F454"/>
    <w:lvl w:ilvl="0" w:tplc="A4DACF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FF1DE9"/>
    <w:multiLevelType w:val="hybridMultilevel"/>
    <w:tmpl w:val="467A1D18"/>
    <w:lvl w:ilvl="0" w:tplc="7EC4A42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7E558B"/>
    <w:multiLevelType w:val="hybridMultilevel"/>
    <w:tmpl w:val="29087A8A"/>
    <w:lvl w:ilvl="0" w:tplc="9B7A33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04E23BC"/>
    <w:multiLevelType w:val="hybridMultilevel"/>
    <w:tmpl w:val="8A28C4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2101172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AC0A61"/>
    <w:multiLevelType w:val="hybridMultilevel"/>
    <w:tmpl w:val="7A628E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6201753">
    <w:abstractNumId w:val="0"/>
  </w:num>
  <w:num w:numId="2" w16cid:durableId="1056202664">
    <w:abstractNumId w:val="8"/>
  </w:num>
  <w:num w:numId="3" w16cid:durableId="1058866567">
    <w:abstractNumId w:val="4"/>
  </w:num>
  <w:num w:numId="4" w16cid:durableId="1347707959">
    <w:abstractNumId w:val="6"/>
  </w:num>
  <w:num w:numId="5" w16cid:durableId="955789024">
    <w:abstractNumId w:val="5"/>
  </w:num>
  <w:num w:numId="6" w16cid:durableId="1916160025">
    <w:abstractNumId w:val="7"/>
  </w:num>
  <w:num w:numId="7" w16cid:durableId="741105498">
    <w:abstractNumId w:val="1"/>
  </w:num>
  <w:num w:numId="8" w16cid:durableId="1785465482">
    <w:abstractNumId w:val="3"/>
  </w:num>
  <w:num w:numId="9" w16cid:durableId="11171425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4D6"/>
    <w:rsid w:val="00002AD7"/>
    <w:rsid w:val="001C3CCC"/>
    <w:rsid w:val="001C6D98"/>
    <w:rsid w:val="0029676A"/>
    <w:rsid w:val="00373F51"/>
    <w:rsid w:val="003B1971"/>
    <w:rsid w:val="00453A5E"/>
    <w:rsid w:val="005E41EB"/>
    <w:rsid w:val="00606C35"/>
    <w:rsid w:val="00670CD8"/>
    <w:rsid w:val="0086246F"/>
    <w:rsid w:val="008709F0"/>
    <w:rsid w:val="008B0246"/>
    <w:rsid w:val="009E57B0"/>
    <w:rsid w:val="00A90EC4"/>
    <w:rsid w:val="00B75F01"/>
    <w:rsid w:val="00BC2CD0"/>
    <w:rsid w:val="00BE30DC"/>
    <w:rsid w:val="00D5570A"/>
    <w:rsid w:val="00DF3989"/>
    <w:rsid w:val="00E474D6"/>
    <w:rsid w:val="00E64E51"/>
    <w:rsid w:val="00ED671B"/>
    <w:rsid w:val="00F22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B3944D"/>
  <w15:chartTrackingRefBased/>
  <w15:docId w15:val="{544B2056-34E6-4D0E-9198-E8E5375CD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74D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2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207A"/>
  </w:style>
  <w:style w:type="paragraph" w:styleId="Stopka">
    <w:name w:val="footer"/>
    <w:basedOn w:val="Normalny"/>
    <w:link w:val="StopkaZnak"/>
    <w:uiPriority w:val="99"/>
    <w:unhideWhenUsed/>
    <w:rsid w:val="00F22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207A"/>
  </w:style>
  <w:style w:type="paragraph" w:styleId="Akapitzlist">
    <w:name w:val="List Paragraph"/>
    <w:aliases w:val="Punkt 1.1,Wypunktowanie,Odstavec"/>
    <w:basedOn w:val="Normalny"/>
    <w:link w:val="AkapitzlistZnak"/>
    <w:uiPriority w:val="34"/>
    <w:qFormat/>
    <w:rsid w:val="00F2207A"/>
    <w:pPr>
      <w:ind w:left="720"/>
      <w:contextualSpacing/>
    </w:pPr>
    <w:rPr>
      <w:rFonts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F2207A"/>
    <w:rPr>
      <w:color w:val="0563C1" w:themeColor="hyperlink"/>
      <w:u w:val="single"/>
    </w:rPr>
  </w:style>
  <w:style w:type="character" w:customStyle="1" w:styleId="AkapitzlistZnak">
    <w:name w:val="Akapit z listą Znak"/>
    <w:aliases w:val="Punkt 1.1 Znak,Wypunktowanie Znak,Odstavec Znak"/>
    <w:link w:val="Akapitzlist"/>
    <w:uiPriority w:val="34"/>
    <w:qFormat/>
    <w:locked/>
    <w:rsid w:val="00F2207A"/>
    <w:rPr>
      <w:rFonts w:ascii="Calibri" w:eastAsia="Calibri" w:hAnsi="Calibri" w:cs="Calibri"/>
      <w:lang w:eastAsia="pl-PL"/>
    </w:rPr>
  </w:style>
  <w:style w:type="table" w:styleId="Tabela-Siatka">
    <w:name w:val="Table Grid"/>
    <w:basedOn w:val="Standardowy"/>
    <w:uiPriority w:val="39"/>
    <w:rsid w:val="00F2207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PNT\Szablon%20PPNT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PPNT</Template>
  <TotalTime>1</TotalTime>
  <Pages>2</Pages>
  <Words>428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Monika</cp:lastModifiedBy>
  <cp:revision>4</cp:revision>
  <dcterms:created xsi:type="dcterms:W3CDTF">2020-08-31T20:07:00Z</dcterms:created>
  <dcterms:modified xsi:type="dcterms:W3CDTF">2023-02-01T11:05:00Z</dcterms:modified>
</cp:coreProperties>
</file>